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648F8" w14:textId="77777777" w:rsidR="000456A7" w:rsidRPr="00033C0D" w:rsidRDefault="00033C0D" w:rsidP="00033C0D">
      <w:pPr>
        <w:overflowPunct/>
        <w:jc w:val="center"/>
        <w:rPr>
          <w:b/>
          <w:sz w:val="24"/>
          <w:szCs w:val="24"/>
        </w:rPr>
      </w:pPr>
      <w:r w:rsidRPr="00033C0D">
        <w:rPr>
          <w:rFonts w:hint="eastAsia"/>
          <w:b/>
          <w:sz w:val="24"/>
          <w:szCs w:val="24"/>
        </w:rPr>
        <w:t>確</w:t>
      </w:r>
      <w:r>
        <w:rPr>
          <w:rFonts w:hint="eastAsia"/>
          <w:b/>
          <w:sz w:val="24"/>
          <w:szCs w:val="24"/>
        </w:rPr>
        <w:t xml:space="preserve">　　</w:t>
      </w:r>
      <w:r w:rsidRPr="00033C0D">
        <w:rPr>
          <w:rFonts w:hint="eastAsia"/>
          <w:b/>
          <w:sz w:val="24"/>
          <w:szCs w:val="24"/>
        </w:rPr>
        <w:t>約</w:t>
      </w:r>
      <w:r>
        <w:rPr>
          <w:rFonts w:hint="eastAsia"/>
          <w:b/>
          <w:sz w:val="24"/>
          <w:szCs w:val="24"/>
        </w:rPr>
        <w:t xml:space="preserve">　　</w:t>
      </w:r>
      <w:r w:rsidRPr="00033C0D">
        <w:rPr>
          <w:rFonts w:hint="eastAsia"/>
          <w:b/>
          <w:sz w:val="24"/>
          <w:szCs w:val="24"/>
        </w:rPr>
        <w:t>書</w:t>
      </w:r>
    </w:p>
    <w:p w14:paraId="663A0F88" w14:textId="77777777" w:rsidR="000456A7" w:rsidRDefault="000456A7">
      <w:pPr>
        <w:overflowPunct/>
        <w:rPr>
          <w:rFonts w:hint="eastAsia"/>
        </w:rPr>
      </w:pPr>
    </w:p>
    <w:p w14:paraId="5C72D283" w14:textId="77777777" w:rsidR="000456A7" w:rsidRDefault="000456A7" w:rsidP="00775F6D">
      <w:pPr>
        <w:overflowPunct/>
        <w:jc w:val="right"/>
        <w:rPr>
          <w:rFonts w:hint="eastAsia"/>
        </w:rPr>
      </w:pPr>
      <w:r>
        <w:rPr>
          <w:rFonts w:hint="eastAsia"/>
        </w:rPr>
        <w:t xml:space="preserve">年　　月　　日　</w:t>
      </w:r>
    </w:p>
    <w:p w14:paraId="3C02C56E" w14:textId="77777777" w:rsidR="000456A7" w:rsidRDefault="000456A7">
      <w:pPr>
        <w:overflowPunct/>
        <w:rPr>
          <w:rFonts w:hint="eastAsia"/>
        </w:rPr>
      </w:pPr>
      <w:r>
        <w:rPr>
          <w:rFonts w:hint="eastAsia"/>
        </w:rPr>
        <w:t xml:space="preserve">　日光市長　　　　</w:t>
      </w:r>
      <w:r w:rsidR="00033C0D">
        <w:rPr>
          <w:rFonts w:hint="eastAsia"/>
        </w:rPr>
        <w:t xml:space="preserve">　　　　　　　</w:t>
      </w:r>
      <w:r>
        <w:rPr>
          <w:rFonts w:hint="eastAsia"/>
        </w:rPr>
        <w:t>様</w:t>
      </w:r>
    </w:p>
    <w:p w14:paraId="515CDEA2" w14:textId="77777777" w:rsidR="00033C0D" w:rsidRDefault="00033C0D" w:rsidP="00775F6D">
      <w:pPr>
        <w:ind w:right="856"/>
        <w:rPr>
          <w:rFonts w:hint="eastAsia"/>
          <w:szCs w:val="21"/>
          <w:u w:val="single"/>
        </w:rPr>
      </w:pPr>
    </w:p>
    <w:p w14:paraId="72D5C63D" w14:textId="77777777" w:rsidR="00F35FF5" w:rsidRPr="00C24CAD" w:rsidRDefault="00F35FF5" w:rsidP="00F35FF5">
      <w:pPr>
        <w:rPr>
          <w:rFonts w:hint="eastAsia"/>
          <w:szCs w:val="21"/>
        </w:rPr>
      </w:pPr>
      <w:r w:rsidRPr="00C24CAD">
        <w:rPr>
          <w:rFonts w:hint="eastAsia"/>
          <w:szCs w:val="21"/>
        </w:rPr>
        <w:t xml:space="preserve">　　　　　　　　　　　　　　　　　</w:t>
      </w:r>
      <w:r w:rsidR="00982E9F">
        <w:rPr>
          <w:rFonts w:hint="eastAsia"/>
          <w:szCs w:val="21"/>
        </w:rPr>
        <w:t xml:space="preserve">　　　</w:t>
      </w:r>
      <w:r w:rsidRPr="00C24CAD">
        <w:rPr>
          <w:rFonts w:hint="eastAsia"/>
          <w:szCs w:val="21"/>
        </w:rPr>
        <w:t xml:space="preserve">　住　　　　所</w:t>
      </w:r>
    </w:p>
    <w:p w14:paraId="0E2306C0" w14:textId="77777777" w:rsidR="00F35FF5" w:rsidRPr="00C24CAD" w:rsidRDefault="00982E9F" w:rsidP="00F35FF5"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　　　　　　　　　　　　　　　　　　　　　</w:t>
      </w:r>
      <w:r w:rsidR="00F35FF5" w:rsidRPr="00C24CAD">
        <w:rPr>
          <w:rFonts w:hint="eastAsia"/>
          <w:szCs w:val="21"/>
        </w:rPr>
        <w:t>商号又は名称</w:t>
      </w:r>
    </w:p>
    <w:p w14:paraId="70C6BF80" w14:textId="77777777" w:rsidR="00F35FF5" w:rsidRDefault="00F35FF5" w:rsidP="00F35FF5">
      <w:pPr>
        <w:rPr>
          <w:rFonts w:hint="eastAsia"/>
          <w:szCs w:val="21"/>
        </w:rPr>
      </w:pPr>
      <w:r w:rsidRPr="00C24CAD">
        <w:rPr>
          <w:rFonts w:hint="eastAsia"/>
          <w:szCs w:val="21"/>
        </w:rPr>
        <w:t xml:space="preserve">　　　　　　　　　　　　　　　　　　</w:t>
      </w:r>
      <w:r w:rsidR="00982E9F">
        <w:rPr>
          <w:rFonts w:hint="eastAsia"/>
          <w:szCs w:val="21"/>
        </w:rPr>
        <w:t xml:space="preserve">　　　</w:t>
      </w:r>
      <w:r w:rsidRPr="00F35FF5">
        <w:rPr>
          <w:rFonts w:hint="eastAsia"/>
          <w:spacing w:val="41"/>
          <w:szCs w:val="21"/>
          <w:fitText w:val="1380" w:id="-1161059839"/>
        </w:rPr>
        <w:t>代表者氏</w:t>
      </w:r>
      <w:r w:rsidRPr="00F35FF5">
        <w:rPr>
          <w:rFonts w:hint="eastAsia"/>
          <w:spacing w:val="1"/>
          <w:szCs w:val="21"/>
          <w:fitText w:val="1380" w:id="-1161059839"/>
        </w:rPr>
        <w:t>名</w:t>
      </w:r>
      <w:r w:rsidRPr="00C24CAD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　　　</w:t>
      </w:r>
      <w:r w:rsidRPr="00C24CAD">
        <w:rPr>
          <w:rFonts w:hint="eastAsia"/>
          <w:szCs w:val="21"/>
        </w:rPr>
        <w:t xml:space="preserve">　　</w:t>
      </w:r>
      <w:r w:rsidR="00982E9F">
        <w:rPr>
          <w:rFonts w:hint="eastAsia"/>
          <w:szCs w:val="21"/>
        </w:rPr>
        <w:t xml:space="preserve">　</w:t>
      </w:r>
      <w:r w:rsidRPr="00C24CAD">
        <w:rPr>
          <w:rFonts w:hint="eastAsia"/>
          <w:szCs w:val="21"/>
        </w:rPr>
        <w:t xml:space="preserve">　　　　</w:t>
      </w:r>
      <w:r w:rsidR="00033C0D">
        <w:rPr>
          <w:rFonts w:hint="eastAsia"/>
          <w:szCs w:val="21"/>
        </w:rPr>
        <w:t xml:space="preserve">　　　　</w:t>
      </w:r>
      <w:r w:rsidRPr="00C24CAD">
        <w:rPr>
          <w:rFonts w:hint="eastAsia"/>
          <w:szCs w:val="21"/>
        </w:rPr>
        <w:fldChar w:fldCharType="begin"/>
      </w:r>
      <w:r w:rsidRPr="00C24CAD">
        <w:rPr>
          <w:rFonts w:hint="eastAsia"/>
          <w:szCs w:val="21"/>
        </w:rPr>
        <w:instrText xml:space="preserve"> eq \o\ac(○,</w:instrText>
      </w:r>
      <w:r w:rsidRPr="00C24CAD">
        <w:rPr>
          <w:rFonts w:hint="eastAsia"/>
          <w:position w:val="1"/>
          <w:sz w:val="14"/>
          <w:szCs w:val="21"/>
        </w:rPr>
        <w:instrText>印</w:instrText>
      </w:r>
      <w:r w:rsidRPr="00C24CAD">
        <w:rPr>
          <w:rFonts w:hint="eastAsia"/>
          <w:szCs w:val="21"/>
        </w:rPr>
        <w:instrText>)</w:instrText>
      </w:r>
      <w:r w:rsidRPr="00C24CAD">
        <w:rPr>
          <w:rFonts w:hint="eastAsia"/>
          <w:szCs w:val="21"/>
        </w:rPr>
        <w:fldChar w:fldCharType="end"/>
      </w:r>
    </w:p>
    <w:p w14:paraId="13AD83D8" w14:textId="77777777" w:rsidR="00F35FF5" w:rsidRDefault="00F35FF5" w:rsidP="00F35FF5">
      <w:pPr>
        <w:rPr>
          <w:rFonts w:hint="eastAsia"/>
          <w:szCs w:val="21"/>
        </w:rPr>
      </w:pPr>
    </w:p>
    <w:p w14:paraId="02A7B024" w14:textId="77777777" w:rsidR="000456A7" w:rsidRDefault="000456A7">
      <w:pPr>
        <w:overflowPunct/>
        <w:rPr>
          <w:rFonts w:hint="eastAsia"/>
        </w:rPr>
      </w:pPr>
    </w:p>
    <w:p w14:paraId="761D112B" w14:textId="11134643" w:rsidR="00410AD1" w:rsidRDefault="000456A7">
      <w:pPr>
        <w:overflowPunct/>
        <w:ind w:left="210" w:hanging="210"/>
        <w:rPr>
          <w:rFonts w:hint="eastAsia"/>
        </w:rPr>
      </w:pPr>
      <w:r>
        <w:rPr>
          <w:rFonts w:hint="eastAsia"/>
        </w:rPr>
        <w:t xml:space="preserve">　　</w:t>
      </w:r>
      <w:r w:rsidR="00033C0D">
        <w:rPr>
          <w:rFonts w:hint="eastAsia"/>
        </w:rPr>
        <w:t xml:space="preserve">　　年　　月　　日に執行された</w:t>
      </w:r>
      <w:r>
        <w:rPr>
          <w:rFonts w:hint="eastAsia"/>
        </w:rPr>
        <w:t>条件付き一般競争入札</w:t>
      </w:r>
      <w:r>
        <w:t>（</w:t>
      </w:r>
      <w:r>
        <w:rPr>
          <w:rFonts w:hint="eastAsia"/>
        </w:rPr>
        <w:t xml:space="preserve">　　年日光市</w:t>
      </w:r>
      <w:r w:rsidR="007E2751">
        <w:rPr>
          <w:rFonts w:hint="eastAsia"/>
        </w:rPr>
        <w:t>公告</w:t>
      </w:r>
      <w:r>
        <w:rPr>
          <w:rFonts w:hint="eastAsia"/>
        </w:rPr>
        <w:t>第　　号</w:t>
      </w:r>
      <w:r>
        <w:t>）</w:t>
      </w:r>
      <w:r w:rsidR="00410AD1">
        <w:rPr>
          <w:rFonts w:hint="eastAsia"/>
        </w:rPr>
        <w:t>に関し、下記工事の低入札価格調査に係わる資料等を提出いたします。</w:t>
      </w:r>
    </w:p>
    <w:p w14:paraId="54289263" w14:textId="77777777" w:rsidR="000456A7" w:rsidRDefault="00410AD1" w:rsidP="00410AD1">
      <w:pPr>
        <w:overflowPunct/>
        <w:ind w:leftChars="98" w:left="210" w:firstLineChars="100" w:firstLine="214"/>
        <w:rPr>
          <w:rFonts w:hint="eastAsia"/>
        </w:rPr>
      </w:pPr>
      <w:r>
        <w:rPr>
          <w:rFonts w:hint="eastAsia"/>
        </w:rPr>
        <w:t>なお、</w:t>
      </w:r>
      <w:r w:rsidR="00775F6D">
        <w:rPr>
          <w:rFonts w:hint="eastAsia"/>
        </w:rPr>
        <w:t>提出資料事項を遵守すると共に、事項に疑義が生じた場合は、今後の低入札価格の落札候補者にならないことを確約いたします。</w:t>
      </w:r>
    </w:p>
    <w:p w14:paraId="3384C2CC" w14:textId="77777777" w:rsidR="00775F6D" w:rsidRDefault="00775F6D" w:rsidP="00410AD1">
      <w:pPr>
        <w:overflowPunct/>
        <w:ind w:leftChars="98" w:left="210" w:firstLineChars="100" w:firstLine="214"/>
        <w:rPr>
          <w:rFonts w:hint="eastAsia"/>
        </w:rPr>
      </w:pPr>
    </w:p>
    <w:p w14:paraId="0731D5FE" w14:textId="77777777" w:rsidR="00982E9F" w:rsidRDefault="00982E9F" w:rsidP="00410AD1">
      <w:pPr>
        <w:overflowPunct/>
        <w:ind w:leftChars="98" w:left="210" w:firstLineChars="100" w:firstLine="214"/>
        <w:rPr>
          <w:rFonts w:hint="eastAsia"/>
        </w:rPr>
      </w:pPr>
    </w:p>
    <w:p w14:paraId="1DEB287F" w14:textId="77777777" w:rsidR="00982E9F" w:rsidRDefault="00775F6D" w:rsidP="00982E9F">
      <w:pPr>
        <w:pStyle w:val="a9"/>
        <w:rPr>
          <w:rFonts w:hint="eastAsia"/>
        </w:rPr>
      </w:pPr>
      <w:r>
        <w:rPr>
          <w:rFonts w:hint="eastAsia"/>
        </w:rPr>
        <w:t>記</w:t>
      </w:r>
    </w:p>
    <w:p w14:paraId="617D64F4" w14:textId="77777777" w:rsidR="00982E9F" w:rsidRDefault="00982E9F" w:rsidP="00982E9F">
      <w:pPr>
        <w:rPr>
          <w:rFonts w:hint="eastAsia"/>
        </w:rPr>
      </w:pPr>
    </w:p>
    <w:p w14:paraId="2296D629" w14:textId="77777777" w:rsidR="00982E9F" w:rsidRDefault="00982E9F" w:rsidP="00982E9F">
      <w:pPr>
        <w:rPr>
          <w:rFonts w:hint="eastAsia"/>
        </w:rPr>
      </w:pPr>
    </w:p>
    <w:p w14:paraId="0FA29D7E" w14:textId="77777777" w:rsidR="000456A7" w:rsidRDefault="00775F6D">
      <w:pPr>
        <w:overflowPunct/>
      </w:pPr>
      <w:r>
        <w:rPr>
          <w:rFonts w:hint="eastAsia"/>
        </w:rPr>
        <w:t xml:space="preserve">　</w:t>
      </w:r>
      <w:r w:rsidR="000456A7">
        <w:rPr>
          <w:rFonts w:hint="eastAsia"/>
        </w:rPr>
        <w:t>対象工事</w:t>
      </w:r>
    </w:p>
    <w:p w14:paraId="6C809FE5" w14:textId="77777777" w:rsidR="000456A7" w:rsidRDefault="000456A7">
      <w:pPr>
        <w:overflowPunct/>
      </w:pPr>
      <w:r>
        <w:rPr>
          <w:rFonts w:hint="eastAsia"/>
        </w:rPr>
        <w:t xml:space="preserve">　　</w:t>
      </w:r>
      <w:r>
        <w:t>（１）</w:t>
      </w:r>
      <w:r>
        <w:rPr>
          <w:rFonts w:hint="eastAsia"/>
        </w:rPr>
        <w:t xml:space="preserve">　</w:t>
      </w:r>
      <w:r>
        <w:rPr>
          <w:rFonts w:hint="eastAsia"/>
          <w:spacing w:val="53"/>
        </w:rPr>
        <w:t>工事</w:t>
      </w:r>
      <w:r>
        <w:rPr>
          <w:rFonts w:hint="eastAsia"/>
        </w:rPr>
        <w:t>名</w:t>
      </w:r>
    </w:p>
    <w:p w14:paraId="1D830C14" w14:textId="77777777" w:rsidR="000456A7" w:rsidRDefault="000456A7">
      <w:pPr>
        <w:overflowPunct/>
        <w:rPr>
          <w:rFonts w:hint="eastAsia"/>
        </w:rPr>
      </w:pPr>
      <w:r>
        <w:rPr>
          <w:rFonts w:hint="eastAsia"/>
        </w:rPr>
        <w:t xml:space="preserve">　　</w:t>
      </w:r>
      <w:r>
        <w:t>（</w:t>
      </w:r>
      <w:r>
        <w:rPr>
          <w:rFonts w:hint="eastAsia"/>
        </w:rPr>
        <w:t>２</w:t>
      </w:r>
      <w:r>
        <w:t>）</w:t>
      </w:r>
      <w:r>
        <w:rPr>
          <w:rFonts w:hint="eastAsia"/>
        </w:rPr>
        <w:t xml:space="preserve">　工事場所</w:t>
      </w:r>
    </w:p>
    <w:p w14:paraId="477326B8" w14:textId="77777777" w:rsidR="007E2751" w:rsidRDefault="007E2751" w:rsidP="006A4647">
      <w:pPr>
        <w:rPr>
          <w:rFonts w:hint="eastAsia"/>
        </w:rPr>
      </w:pPr>
    </w:p>
    <w:sectPr w:rsidR="007E2751" w:rsidSect="000E6D4C">
      <w:headerReference w:type="even" r:id="rId7"/>
      <w:footerReference w:type="even" r:id="rId8"/>
      <w:headerReference w:type="first" r:id="rId9"/>
      <w:pgSz w:w="11906" w:h="16838" w:code="9"/>
      <w:pgMar w:top="1134" w:right="1134" w:bottom="1134" w:left="1134" w:header="284" w:footer="284" w:gutter="0"/>
      <w:cols w:space="425"/>
      <w:docGrid w:type="linesAndChars" w:linePitch="485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00A3B" w14:textId="77777777" w:rsidR="00EA7125" w:rsidRDefault="00EA7125">
      <w:r>
        <w:separator/>
      </w:r>
    </w:p>
  </w:endnote>
  <w:endnote w:type="continuationSeparator" w:id="0">
    <w:p w14:paraId="0804993A" w14:textId="77777777" w:rsidR="00EA7125" w:rsidRDefault="00EA7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33D05E" w14:textId="77777777" w:rsidR="00410AD1" w:rsidRDefault="00410AD1">
    <w:pPr>
      <w:jc w:val="center"/>
      <w:rPr>
        <w:rFonts w:ascii="Times New Roman" w:hAnsi="Times New Roman"/>
      </w:rPr>
    </w:pPr>
    <w:r>
      <w:rPr>
        <w:rFonts w:hAnsi="Times New Roman"/>
      </w:rPr>
      <w:fldChar w:fldCharType="begin"/>
    </w:r>
    <w:r>
      <w:rPr>
        <w:rFonts w:hAnsi="Times New Roman"/>
      </w:rPr>
      <w:instrText xml:space="preserve">PAGE </w:instrText>
    </w:r>
    <w:r>
      <w:rPr>
        <w:rFonts w:hAnsi="Times New Roman"/>
      </w:rPr>
      <w:fldChar w:fldCharType="separate"/>
    </w:r>
    <w:r>
      <w:rPr>
        <w:rFonts w:hAnsi="Times New Roman"/>
        <w:noProof/>
      </w:rPr>
      <w:t>17</w:t>
    </w:r>
    <w:r>
      <w:rPr>
        <w:rFonts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3C310" w14:textId="77777777" w:rsidR="00EA7125" w:rsidRDefault="00EA7125">
      <w:r>
        <w:separator/>
      </w:r>
    </w:p>
  </w:footnote>
  <w:footnote w:type="continuationSeparator" w:id="0">
    <w:p w14:paraId="0FFEFFE6" w14:textId="77777777" w:rsidR="00EA7125" w:rsidRDefault="00EA7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D1F2BB" w14:textId="77777777" w:rsidR="00410AD1" w:rsidRDefault="00410AD1">
    <w:pPr>
      <w:pStyle w:val="a3"/>
    </w:pPr>
    <w:r>
      <w:rPr>
        <w:rFonts w:hint="eastAsia"/>
      </w:rPr>
      <w:t>№</w:t>
    </w:r>
    <w:r>
      <w:t>0472</w:t>
    </w:r>
    <w:r>
      <w:rPr>
        <w:rFonts w:hint="eastAsia"/>
      </w:rPr>
      <w:t>日光市条件付き一般競争入札試行要綱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B090E" w14:textId="77777777" w:rsidR="00410AD1" w:rsidRDefault="00410AD1">
    <w:pPr>
      <w:pStyle w:val="a3"/>
    </w:pPr>
    <w:r>
      <w:rPr>
        <w:rFonts w:hint="eastAsia"/>
      </w:rPr>
      <w:t>№</w:t>
    </w:r>
    <w:r>
      <w:t>0472</w:t>
    </w:r>
    <w:r>
      <w:rPr>
        <w:rFonts w:hint="eastAsia"/>
      </w:rPr>
      <w:t>日光市条件付き一般競争入札試行要綱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892F76"/>
    <w:multiLevelType w:val="singleLevel"/>
    <w:tmpl w:val="1E0408B2"/>
    <w:lvl w:ilvl="0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" w15:restartNumberingAfterBreak="0">
    <w:nsid w:val="540A578D"/>
    <w:multiLevelType w:val="singleLevel"/>
    <w:tmpl w:val="F4609372"/>
    <w:lvl w:ilvl="0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5D32072E"/>
    <w:multiLevelType w:val="multilevel"/>
    <w:tmpl w:val="3EEC6E36"/>
    <w:lvl w:ilvl="0">
      <w:start w:val="2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764B6FC1"/>
    <w:multiLevelType w:val="hybridMultilevel"/>
    <w:tmpl w:val="3B5A53E2"/>
    <w:lvl w:ilvl="0" w:tplc="40EE3D68">
      <w:start w:val="3"/>
      <w:numFmt w:val="decimal"/>
      <w:lvlText w:val="(%1)"/>
      <w:lvlJc w:val="left"/>
      <w:pPr>
        <w:tabs>
          <w:tab w:val="num" w:pos="795"/>
        </w:tabs>
        <w:ind w:left="795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804539405">
    <w:abstractNumId w:val="1"/>
  </w:num>
  <w:num w:numId="2" w16cid:durableId="679553594">
    <w:abstractNumId w:val="0"/>
  </w:num>
  <w:num w:numId="3" w16cid:durableId="818425404">
    <w:abstractNumId w:val="2"/>
  </w:num>
  <w:num w:numId="4" w16cid:durableId="19296575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7"/>
  <w:drawingGridVerticalSpacing w:val="485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ｧｨｩｪｫｬｭｮｯｰ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0C2"/>
    <w:rsid w:val="0000789B"/>
    <w:rsid w:val="000163DD"/>
    <w:rsid w:val="00025AD0"/>
    <w:rsid w:val="00033C0D"/>
    <w:rsid w:val="000456A7"/>
    <w:rsid w:val="000E6D4C"/>
    <w:rsid w:val="000E7ACB"/>
    <w:rsid w:val="0012051D"/>
    <w:rsid w:val="001850C2"/>
    <w:rsid w:val="00187839"/>
    <w:rsid w:val="001D62F9"/>
    <w:rsid w:val="00221325"/>
    <w:rsid w:val="00265BC7"/>
    <w:rsid w:val="002D532D"/>
    <w:rsid w:val="00323086"/>
    <w:rsid w:val="003A58B4"/>
    <w:rsid w:val="003C7772"/>
    <w:rsid w:val="00410AD1"/>
    <w:rsid w:val="00480F74"/>
    <w:rsid w:val="00500C36"/>
    <w:rsid w:val="005223BD"/>
    <w:rsid w:val="00522B3C"/>
    <w:rsid w:val="0054475E"/>
    <w:rsid w:val="005F011A"/>
    <w:rsid w:val="006142A4"/>
    <w:rsid w:val="006A4647"/>
    <w:rsid w:val="007255D6"/>
    <w:rsid w:val="007705B5"/>
    <w:rsid w:val="00773B28"/>
    <w:rsid w:val="00775F6D"/>
    <w:rsid w:val="00782BB0"/>
    <w:rsid w:val="00793BC1"/>
    <w:rsid w:val="007B52C8"/>
    <w:rsid w:val="007E2751"/>
    <w:rsid w:val="007F31DB"/>
    <w:rsid w:val="008216CC"/>
    <w:rsid w:val="00842C18"/>
    <w:rsid w:val="00851E32"/>
    <w:rsid w:val="008E7D25"/>
    <w:rsid w:val="008F46F8"/>
    <w:rsid w:val="009373B8"/>
    <w:rsid w:val="009672F3"/>
    <w:rsid w:val="00982E9F"/>
    <w:rsid w:val="00A23C54"/>
    <w:rsid w:val="00A264AD"/>
    <w:rsid w:val="00A34DC0"/>
    <w:rsid w:val="00A443FA"/>
    <w:rsid w:val="00B95222"/>
    <w:rsid w:val="00BB271A"/>
    <w:rsid w:val="00BE7B65"/>
    <w:rsid w:val="00BF5101"/>
    <w:rsid w:val="00C01D26"/>
    <w:rsid w:val="00CB7B59"/>
    <w:rsid w:val="00CD6407"/>
    <w:rsid w:val="00CF6928"/>
    <w:rsid w:val="00D30D8B"/>
    <w:rsid w:val="00E05239"/>
    <w:rsid w:val="00E9740C"/>
    <w:rsid w:val="00EA7125"/>
    <w:rsid w:val="00EB250F"/>
    <w:rsid w:val="00F14D38"/>
    <w:rsid w:val="00F3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603412F4"/>
  <w15:chartTrackingRefBased/>
  <w15:docId w15:val="{0970DE7A-923E-4C57-9D72-2B7E98C25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overflowPunct/>
      <w:ind w:left="210" w:hanging="210"/>
    </w:pPr>
  </w:style>
  <w:style w:type="paragraph" w:styleId="2">
    <w:name w:val="Body Text Indent 2"/>
    <w:basedOn w:val="a"/>
    <w:pPr>
      <w:overflowPunct/>
      <w:spacing w:line="460" w:lineRule="exact"/>
      <w:ind w:left="420" w:hanging="420"/>
    </w:pPr>
  </w:style>
  <w:style w:type="table" w:styleId="a7">
    <w:name w:val="Table Grid"/>
    <w:basedOn w:val="a1"/>
    <w:rsid w:val="00793BC1"/>
    <w:pPr>
      <w:widowControl w:val="0"/>
      <w:wordWrap w:val="0"/>
      <w:overflowPunct w:val="0"/>
      <w:autoSpaceDE w:val="0"/>
      <w:autoSpaceDN w:val="0"/>
      <w:adjustRightInd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sid w:val="00793BC1"/>
    <w:rPr>
      <w:color w:val="0000FF"/>
      <w:u w:val="single"/>
    </w:rPr>
  </w:style>
  <w:style w:type="paragraph" w:styleId="a9">
    <w:name w:val="Note Heading"/>
    <w:basedOn w:val="a"/>
    <w:next w:val="a"/>
    <w:rsid w:val="00982E9F"/>
    <w:pPr>
      <w:jc w:val="center"/>
    </w:pPr>
  </w:style>
  <w:style w:type="paragraph" w:styleId="aa">
    <w:name w:val="Closing"/>
    <w:basedOn w:val="a"/>
    <w:rsid w:val="00982E9F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2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honbun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honbun.dot</Template>
  <TotalTime>1</TotalTime>
  <Pages>1</Pages>
  <Words>166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　　　日光市条件付き一般競争入札試行要綱</vt:lpstr>
    </vt:vector>
  </TitlesOfParts>
  <Manager/>
  <Company/>
  <LinksUpToDate>false</LinksUpToDate>
  <CharactersWithSpaces>323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日光市条件付き一般競争入札試行要綱</dc:title>
  <dc:subject/>
  <dc:creator>今市市</dc:creator>
  <cp:keywords/>
  <dc:description/>
  <cp:lastModifiedBy>大森利昭</cp:lastModifiedBy>
  <cp:revision>3</cp:revision>
  <cp:lastPrinted>2007-10-12T01:52:00Z</cp:lastPrinted>
  <dcterms:created xsi:type="dcterms:W3CDTF">2025-12-26T00:17:00Z</dcterms:created>
  <dcterms:modified xsi:type="dcterms:W3CDTF">2025-12-26T00:18:00Z</dcterms:modified>
  <cp:category/>
</cp:coreProperties>
</file>